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6C130" w14:textId="412CF3CD" w:rsidR="00090587" w:rsidRDefault="00AB2E43">
      <w:r>
        <w:rPr>
          <w:noProof/>
        </w:rPr>
        <w:drawing>
          <wp:anchor distT="0" distB="0" distL="114300" distR="114300" simplePos="0" relativeHeight="251653120" behindDoc="0" locked="0" layoutInCell="1" allowOverlap="1" wp14:anchorId="181E94B8" wp14:editId="10CF5A32">
            <wp:simplePos x="0" y="0"/>
            <wp:positionH relativeFrom="page">
              <wp:posOffset>1623060</wp:posOffset>
            </wp:positionH>
            <wp:positionV relativeFrom="page">
              <wp:posOffset>5205095</wp:posOffset>
            </wp:positionV>
            <wp:extent cx="4548505" cy="4548505"/>
            <wp:effectExtent l="0" t="0" r="0" b="0"/>
            <wp:wrapNone/>
            <wp:docPr id="3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505" cy="454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096" behindDoc="0" locked="0" layoutInCell="1" allowOverlap="1" wp14:anchorId="683C0D51" wp14:editId="76791298">
            <wp:simplePos x="0" y="0"/>
            <wp:positionH relativeFrom="page">
              <wp:posOffset>1623060</wp:posOffset>
            </wp:positionH>
            <wp:positionV relativeFrom="page">
              <wp:posOffset>341630</wp:posOffset>
            </wp:positionV>
            <wp:extent cx="4548505" cy="4548505"/>
            <wp:effectExtent l="0" t="0" r="0" b="0"/>
            <wp:wrapNone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505" cy="454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7B849" wp14:editId="612AC529">
                <wp:simplePos x="0" y="0"/>
                <wp:positionH relativeFrom="page">
                  <wp:posOffset>2571750</wp:posOffset>
                </wp:positionH>
                <wp:positionV relativeFrom="page">
                  <wp:posOffset>5829300</wp:posOffset>
                </wp:positionV>
                <wp:extent cx="2628900" cy="342900"/>
                <wp:effectExtent l="0" t="0" r="0" b="0"/>
                <wp:wrapNone/>
                <wp:docPr id="17094903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404FD" w14:textId="77777777" w:rsidR="00090587" w:rsidRDefault="00090587">
                            <w:pPr>
                              <w:pStyle w:val="CDTitle"/>
                              <w:rPr>
                                <w:sz w:val="40"/>
                              </w:rPr>
                            </w:pPr>
                            <w:r>
                              <w:t>CD TITLE HERE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D7B84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02.5pt;margin-top:459pt;width:20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" fillcolor="#900" stroked="f">
                <v:textbox inset="1.5pt,1.5pt,1.5pt,1.5pt">
                  <w:txbxContent>
                    <w:p w14:paraId="600404FD" w14:textId="77777777" w:rsidR="00090587" w:rsidRDefault="00090587">
                      <w:pPr>
                        <w:pStyle w:val="CDTitle"/>
                        <w:rPr>
                          <w:sz w:val="40"/>
                        </w:rPr>
                      </w:pPr>
                      <w:r>
                        <w:t>CD TITLE HERE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56DF673" w14:textId="686DF339" w:rsidR="00090587" w:rsidRDefault="00090587"/>
    <w:p w14:paraId="56947378" w14:textId="7491C886" w:rsidR="00090587" w:rsidRDefault="003E460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6601DE" wp14:editId="2DF68ACD">
                <wp:simplePos x="0" y="0"/>
                <wp:positionH relativeFrom="column">
                  <wp:posOffset>4448175</wp:posOffset>
                </wp:positionH>
                <wp:positionV relativeFrom="paragraph">
                  <wp:posOffset>8985250</wp:posOffset>
                </wp:positionV>
                <wp:extent cx="1943100" cy="304800"/>
                <wp:effectExtent l="0" t="0" r="0" b="0"/>
                <wp:wrapNone/>
                <wp:docPr id="130675344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88162" w14:textId="77777777" w:rsidR="003E4609" w:rsidRPr="003E4609" w:rsidRDefault="003E4609" w:rsidP="003E4609">
                            <w:pPr>
                              <w:jc w:val="center"/>
                              <w:rPr>
                                <w:color w:val="4472C4" w:themeColor="accent1"/>
                                <w:sz w:val="24"/>
                              </w:rPr>
                            </w:pPr>
                            <w:r w:rsidRPr="003E4609">
                              <w:rPr>
                                <w:color w:val="4472C4" w:themeColor="accent1"/>
                                <w:sz w:val="24"/>
                              </w:rPr>
                              <w:t>www.bluelayouts.org</w:t>
                            </w:r>
                          </w:p>
                          <w:p w14:paraId="4FD8670B" w14:textId="77777777" w:rsidR="003E4609" w:rsidRPr="003E4609" w:rsidRDefault="003E4609" w:rsidP="003E4609">
                            <w:pPr>
                              <w:jc w:val="center"/>
                              <w:rPr>
                                <w:color w:val="4472C4" w:themeColor="accent1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6601DE" id="_x0000_t202" coordsize="21600,21600" o:spt="202" path="m,l,21600r21600,l21600,xe">
                <v:stroke joinstyle="miter"/>
                <v:path gradientshapeok="t" o:connecttype="rect"/>
              </v:shapetype>
              <v:shape id="Text Box 116" o:spid="_x0000_s1027" type="#_x0000_t202" style="position:absolute;margin-left:350.25pt;margin-top:707.5pt;width:153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" stroked="f">
                <v:textbox>
                  <w:txbxContent>
                    <w:p w14:paraId="40888162" w14:textId="77777777" w:rsidR="003E4609" w:rsidRPr="003E4609" w:rsidRDefault="003E4609" w:rsidP="003E4609">
                      <w:pPr>
                        <w:jc w:val="center"/>
                        <w:rPr>
                          <w:color w:val="4472C4" w:themeColor="accent1"/>
                          <w:sz w:val="24"/>
                        </w:rPr>
                      </w:pPr>
                      <w:r w:rsidRPr="003E4609">
                        <w:rPr>
                          <w:color w:val="4472C4" w:themeColor="accent1"/>
                          <w:sz w:val="24"/>
                        </w:rPr>
                        <w:t>www.bluelayouts.org</w:t>
                      </w:r>
                    </w:p>
                    <w:p w14:paraId="4FD8670B" w14:textId="77777777" w:rsidR="003E4609" w:rsidRPr="003E4609" w:rsidRDefault="003E4609" w:rsidP="003E4609">
                      <w:pPr>
                        <w:jc w:val="center"/>
                        <w:rPr>
                          <w:color w:val="4472C4" w:themeColor="accent1"/>
                          <w:sz w:val="16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2E4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C5BCE3" wp14:editId="041B6141">
                <wp:simplePos x="0" y="0"/>
                <wp:positionH relativeFrom="page">
                  <wp:posOffset>1943100</wp:posOffset>
                </wp:positionH>
                <wp:positionV relativeFrom="page">
                  <wp:posOffset>1957070</wp:posOffset>
                </wp:positionV>
                <wp:extent cx="1143000" cy="1371600"/>
                <wp:effectExtent l="0" t="4445" r="0" b="0"/>
                <wp:wrapNone/>
                <wp:docPr id="179687424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BB184" w14:textId="77777777" w:rsidR="00090587" w:rsidRDefault="00090587">
                            <w:pPr>
                              <w:pStyle w:val="CDDescription"/>
                            </w:pPr>
                            <w:r>
                              <w:t>Write some lines for CD description here. Write some lines for CD description here. Write some lines for CD description here. Write some lines for CD description here.</w:t>
                            </w:r>
                          </w:p>
                        </w:txbxContent>
                      </wps:txbx>
                      <wps:bodyPr rot="0" vert="horz" wrap="square" lIns="28575" tIns="28575" rIns="28575" bIns="285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5BCE3" id="Text Box 7" o:spid="_x0000_s1027" type="#_x0000_t202" style="position:absolute;margin-left:153pt;margin-top:154.1pt;width:90pt;height:10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" filled="f" stroked="f">
                <v:textbox inset="2.25pt,2.25pt,2.25pt,2.25pt">
                  <w:txbxContent>
                    <w:p w14:paraId="5BBBB184" w14:textId="77777777" w:rsidR="00090587" w:rsidRDefault="00090587">
                      <w:pPr>
                        <w:pStyle w:val="CDDescription"/>
                      </w:pPr>
                      <w:r>
                        <w:t>Write some lines for CD description here. Write some lines for CD description here. Write some lines for CD description here. Write some lines for CD description here.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2E43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4EC0750" wp14:editId="0626D45C">
                <wp:simplePos x="0" y="0"/>
                <wp:positionH relativeFrom="page">
                  <wp:posOffset>2657475</wp:posOffset>
                </wp:positionH>
                <wp:positionV relativeFrom="page">
                  <wp:posOffset>3900170</wp:posOffset>
                </wp:positionV>
                <wp:extent cx="2457450" cy="114300"/>
                <wp:effectExtent l="0" t="4445" r="0" b="0"/>
                <wp:wrapNone/>
                <wp:docPr id="62623593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283C4" w14:textId="77777777" w:rsidR="00090587" w:rsidRDefault="00090587">
                            <w:pPr>
                              <w:pStyle w:val="CDCopyright"/>
                            </w:pPr>
                            <w:r>
                              <w:t>Copyright information here.  All rights reserved.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C0750" id="Text Box 5" o:spid="_x0000_s1028" type="#_x0000_t202" style="position:absolute;margin-left:209.25pt;margin-top:307.1pt;width:193.5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" stroked="f">
                <v:textbox inset="0,0,0,0">
                  <w:txbxContent>
                    <w:p w14:paraId="765283C4" w14:textId="77777777" w:rsidR="00090587" w:rsidRDefault="00090587">
                      <w:pPr>
                        <w:pStyle w:val="CDCopyright"/>
                      </w:pPr>
                      <w:r>
                        <w:t>Copyright information here.  All rights reserved.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2E4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E16068" wp14:editId="38CC17A7">
                <wp:simplePos x="0" y="0"/>
                <wp:positionH relativeFrom="page">
                  <wp:posOffset>2657475</wp:posOffset>
                </wp:positionH>
                <wp:positionV relativeFrom="page">
                  <wp:posOffset>1271270</wp:posOffset>
                </wp:positionV>
                <wp:extent cx="2457450" cy="228600"/>
                <wp:effectExtent l="0" t="4445" r="0" b="0"/>
                <wp:wrapNone/>
                <wp:docPr id="98617488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C6640" w14:textId="77777777" w:rsidR="00090587" w:rsidRDefault="00090587">
                            <w:pPr>
                              <w:pStyle w:val="CDSubTitle"/>
                            </w:pPr>
                            <w:r>
                              <w:t>CD SUB-TITLE HERE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16068" id="Text Box 8" o:spid="_x0000_s1029" type="#_x0000_t202" style="position:absolute;margin-left:209.25pt;margin-top:100.1pt;width:193.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" stroked="f">
                <v:textbox inset="1.5pt,1.5pt,1.5pt,1.5pt">
                  <w:txbxContent>
                    <w:p w14:paraId="520C6640" w14:textId="77777777" w:rsidR="00090587" w:rsidRDefault="00090587">
                      <w:pPr>
                        <w:pStyle w:val="CDSubTitle"/>
                      </w:pPr>
                      <w:r>
                        <w:t>CD SUB-TITLE HERE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2E4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A3C2F2E" wp14:editId="5F88B952">
                <wp:simplePos x="0" y="0"/>
                <wp:positionH relativeFrom="page">
                  <wp:posOffset>2657475</wp:posOffset>
                </wp:positionH>
                <wp:positionV relativeFrom="page">
                  <wp:posOffset>928370</wp:posOffset>
                </wp:positionV>
                <wp:extent cx="2457450" cy="342900"/>
                <wp:effectExtent l="0" t="4445" r="0" b="0"/>
                <wp:wrapNone/>
                <wp:docPr id="8907335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342900"/>
                        </a:xfrm>
                        <a:prstGeom prst="rect">
                          <a:avLst/>
                        </a:prstGeom>
                        <a:solidFill>
                          <a:srgbClr val="99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38E65" w14:textId="77777777" w:rsidR="00090587" w:rsidRDefault="00090587">
                            <w:pPr>
                              <w:pStyle w:val="CDTitle"/>
                              <w:rPr>
                                <w:sz w:val="40"/>
                              </w:rPr>
                            </w:pPr>
                            <w:r>
                              <w:t>CD TITLE HERE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C2F2E" id="Text Box 4" o:spid="_x0000_s1030" type="#_x0000_t202" style="position:absolute;margin-left:209.25pt;margin-top:73.1pt;width:193.5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" fillcolor="#900" stroked="f">
                <v:textbox inset="1.5pt,1.5pt,1.5pt,1.5pt">
                  <w:txbxContent>
                    <w:p w14:paraId="73638E65" w14:textId="77777777" w:rsidR="00090587" w:rsidRDefault="00090587">
                      <w:pPr>
                        <w:pStyle w:val="CDTitle"/>
                        <w:rPr>
                          <w:sz w:val="40"/>
                        </w:rPr>
                      </w:pPr>
                      <w:r>
                        <w:t>CD TITLE HERE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2E4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EAB06F" wp14:editId="3DCB2FC1">
                <wp:simplePos x="0" y="0"/>
                <wp:positionH relativeFrom="page">
                  <wp:posOffset>4686300</wp:posOffset>
                </wp:positionH>
                <wp:positionV relativeFrom="page">
                  <wp:posOffset>1957070</wp:posOffset>
                </wp:positionV>
                <wp:extent cx="1257300" cy="1143000"/>
                <wp:effectExtent l="0" t="4445" r="0" b="0"/>
                <wp:wrapNone/>
                <wp:docPr id="60540924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7D37E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06195D72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16229BA2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48B958B0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098C32AE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6280EF69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AB06F" id="Text Box 9" o:spid="_x0000_s1031" type="#_x0000_t202" style="position:absolute;margin-left:369pt;margin-top:154.1pt;width:99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" filled="f" stroked="f">
                <v:textbox inset="1.5pt,1.5pt,1.5pt,1.5pt">
                  <w:txbxContent>
                    <w:p w14:paraId="2D17D37E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06195D72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16229BA2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48B958B0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098C32AE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6280EF69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2E4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7F590E" wp14:editId="1C79CB1A">
                <wp:simplePos x="0" y="0"/>
                <wp:positionH relativeFrom="page">
                  <wp:posOffset>1943100</wp:posOffset>
                </wp:positionH>
                <wp:positionV relativeFrom="page">
                  <wp:posOffset>6857365</wp:posOffset>
                </wp:positionV>
                <wp:extent cx="1143000" cy="1371600"/>
                <wp:effectExtent l="0" t="0" r="0" b="635"/>
                <wp:wrapNone/>
                <wp:docPr id="184932041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66EEC" w14:textId="77777777" w:rsidR="00090587" w:rsidRDefault="00090587">
                            <w:pPr>
                              <w:pStyle w:val="CDDescription"/>
                            </w:pPr>
                            <w:r>
                              <w:t>Write some lines for CD description here. Write some lines for CD description here. Write some lines for CD description here. Write some lines for CD description here.</w:t>
                            </w:r>
                          </w:p>
                        </w:txbxContent>
                      </wps:txbx>
                      <wps:bodyPr rot="0" vert="horz" wrap="square" lIns="28575" tIns="28575" rIns="28575" bIns="285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F590E" id="Text Box 28" o:spid="_x0000_s1032" type="#_x0000_t202" style="position:absolute;margin-left:153pt;margin-top:539.95pt;width:90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" filled="f" stroked="f">
                <v:textbox inset="2.25pt,2.25pt,2.25pt,2.25pt">
                  <w:txbxContent>
                    <w:p w14:paraId="0F666EEC" w14:textId="77777777" w:rsidR="00090587" w:rsidRDefault="00090587">
                      <w:pPr>
                        <w:pStyle w:val="CDDescription"/>
                      </w:pPr>
                      <w:r>
                        <w:t>Write some lines for CD description here. Write some lines for CD description here. Write some lines for CD description here. Write some lines for CD description here.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2E4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8859E8" wp14:editId="40A5462A">
                <wp:simplePos x="0" y="0"/>
                <wp:positionH relativeFrom="page">
                  <wp:posOffset>4686300</wp:posOffset>
                </wp:positionH>
                <wp:positionV relativeFrom="page">
                  <wp:posOffset>6857365</wp:posOffset>
                </wp:positionV>
                <wp:extent cx="1257300" cy="1143000"/>
                <wp:effectExtent l="0" t="0" r="0" b="635"/>
                <wp:wrapNone/>
                <wp:docPr id="119436033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1511C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38519689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2D08C6CF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44BFC027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0B3B608D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  <w:p w14:paraId="7FF3C687" w14:textId="77777777" w:rsidR="00090587" w:rsidRDefault="00090587">
                            <w:pPr>
                              <w:pStyle w:val="CDList"/>
                            </w:pPr>
                            <w:r>
                              <w:t>List Item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859E8" id="Text Box 29" o:spid="_x0000_s1033" type="#_x0000_t202" style="position:absolute;margin-left:369pt;margin-top:539.95pt;width:99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" filled="f" stroked="f">
                <v:textbox inset="1.5pt,1.5pt,1.5pt,1.5pt">
                  <w:txbxContent>
                    <w:p w14:paraId="69C1511C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38519689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2D08C6CF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44BFC027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0B3B608D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  <w:p w14:paraId="7FF3C687" w14:textId="77777777" w:rsidR="00090587" w:rsidRDefault="00090587">
                      <w:pPr>
                        <w:pStyle w:val="CDList"/>
                      </w:pPr>
                      <w:r>
                        <w:t>List Item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2E4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EE01CE" wp14:editId="6BF8F1DE">
                <wp:simplePos x="0" y="0"/>
                <wp:positionH relativeFrom="page">
                  <wp:posOffset>2571750</wp:posOffset>
                </wp:positionH>
                <wp:positionV relativeFrom="page">
                  <wp:posOffset>8800465</wp:posOffset>
                </wp:positionV>
                <wp:extent cx="2628900" cy="114300"/>
                <wp:effectExtent l="0" t="0" r="0" b="635"/>
                <wp:wrapNone/>
                <wp:docPr id="124607464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90666" w14:textId="77777777" w:rsidR="00090587" w:rsidRDefault="00090587">
                            <w:pPr>
                              <w:pStyle w:val="CDCopyright"/>
                            </w:pPr>
                            <w:r>
                              <w:t>Copyright information here.  All rights reserved.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E01CE" id="Text Box 30" o:spid="_x0000_s1034" type="#_x0000_t202" style="position:absolute;margin-left:202.5pt;margin-top:692.95pt;width:207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" stroked="f">
                <v:textbox inset="0,0,0,0">
                  <w:txbxContent>
                    <w:p w14:paraId="0E990666" w14:textId="77777777" w:rsidR="00090587" w:rsidRDefault="00090587">
                      <w:pPr>
                        <w:pStyle w:val="CDCopyright"/>
                      </w:pPr>
                      <w:r>
                        <w:t>Copyright information here.  All rights reserved.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B2E4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C824A8" wp14:editId="7D2CBD77">
                <wp:simplePos x="0" y="0"/>
                <wp:positionH relativeFrom="page">
                  <wp:posOffset>2571750</wp:posOffset>
                </wp:positionH>
                <wp:positionV relativeFrom="page">
                  <wp:posOffset>6171565</wp:posOffset>
                </wp:positionV>
                <wp:extent cx="2628900" cy="228600"/>
                <wp:effectExtent l="0" t="0" r="0" b="635"/>
                <wp:wrapNone/>
                <wp:docPr id="52537178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713A9" w14:textId="77777777" w:rsidR="00090587" w:rsidRDefault="00090587">
                            <w:pPr>
                              <w:pStyle w:val="CDSubTitle"/>
                            </w:pPr>
                            <w:r>
                              <w:t>CD SUB-TITLE HERE</w:t>
                            </w:r>
                          </w:p>
                        </w:txbxContent>
                      </wps:txbx>
                      <wps:bodyPr rot="0" vert="horz" wrap="square" lIns="19050" tIns="19050" rIns="19050" bIns="1905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824A8" id="Text Box 14" o:spid="_x0000_s1035" type="#_x0000_t202" style="position:absolute;margin-left:202.5pt;margin-top:485.95pt;width:20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" stroked="f">
                <v:textbox inset="1.5pt,1.5pt,1.5pt,1.5pt">
                  <w:txbxContent>
                    <w:p w14:paraId="056713A9" w14:textId="77777777" w:rsidR="00090587" w:rsidRDefault="00090587">
                      <w:pPr>
                        <w:pStyle w:val="CDSubTitle"/>
                      </w:pPr>
                      <w:r>
                        <w:t>CD SUB-TITLE HERE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090587">
      <w:pgSz w:w="12240" w:h="15840"/>
      <w:pgMar w:top="720" w:right="2160" w:bottom="72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33415"/>
    <w:multiLevelType w:val="hybridMultilevel"/>
    <w:tmpl w:val="AD9A84E0"/>
    <w:lvl w:ilvl="0" w:tplc="E8406E1E">
      <w:numFmt w:val="bullet"/>
      <w:pStyle w:val="CDLis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418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E43"/>
    <w:rsid w:val="00090587"/>
    <w:rsid w:val="003E4609"/>
    <w:rsid w:val="007A40D0"/>
    <w:rsid w:val="00AB2E43"/>
    <w:rsid w:val="00F2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9,#900"/>
    </o:shapedefaults>
    <o:shapelayout v:ext="edit">
      <o:idmap v:ext="edit" data="1"/>
    </o:shapelayout>
  </w:shapeDefaults>
  <w:decimalSymbol w:val="."/>
  <w:listSeparator w:val=","/>
  <w14:docId w14:val="2C5F14E2"/>
  <w15:chartTrackingRefBased/>
  <w15:docId w15:val="{195B9100-498A-4F55-905A-A79B1437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Title">
    <w:name w:val="CDTitle"/>
    <w:basedOn w:val="Normal"/>
    <w:pPr>
      <w:jc w:val="center"/>
    </w:pPr>
    <w:rPr>
      <w:rFonts w:ascii="Impact" w:hAnsi="Impact" w:cs="Arial"/>
      <w:color w:val="FFFFFF"/>
      <w:sz w:val="42"/>
    </w:rPr>
  </w:style>
  <w:style w:type="paragraph" w:customStyle="1" w:styleId="CDCopyright">
    <w:name w:val="CDCopyright"/>
    <w:basedOn w:val="Normal"/>
    <w:pPr>
      <w:jc w:val="center"/>
    </w:pPr>
    <w:rPr>
      <w:rFonts w:ascii="Arial" w:hAnsi="Arial" w:cs="Arial"/>
      <w:sz w:val="16"/>
    </w:rPr>
  </w:style>
  <w:style w:type="paragraph" w:customStyle="1" w:styleId="CDList">
    <w:name w:val="CDList"/>
    <w:basedOn w:val="Normal"/>
    <w:autoRedefine/>
    <w:pPr>
      <w:numPr>
        <w:numId w:val="1"/>
      </w:numPr>
      <w:tabs>
        <w:tab w:val="clear" w:pos="720"/>
        <w:tab w:val="num" w:pos="180"/>
      </w:tabs>
      <w:ind w:left="180" w:hanging="180"/>
    </w:pPr>
    <w:rPr>
      <w:rFonts w:ascii="Arial" w:hAnsi="Arial" w:cs="Arial"/>
      <w:b/>
      <w:bCs/>
      <w:sz w:val="14"/>
    </w:rPr>
  </w:style>
  <w:style w:type="paragraph" w:customStyle="1" w:styleId="CDDescription">
    <w:name w:val="CDDescription"/>
    <w:basedOn w:val="Normal"/>
    <w:pPr>
      <w:jc w:val="both"/>
    </w:pPr>
    <w:rPr>
      <w:rFonts w:ascii="Arial" w:hAnsi="Arial" w:cs="Arial"/>
      <w:color w:val="FFFFFF"/>
      <w:sz w:val="16"/>
    </w:rPr>
  </w:style>
  <w:style w:type="paragraph" w:customStyle="1" w:styleId="CDSubTitle">
    <w:name w:val="CDSubTitle"/>
    <w:basedOn w:val="Normal"/>
    <w:pPr>
      <w:jc w:val="center"/>
    </w:pPr>
    <w:rPr>
      <w:rFonts w:ascii="Arial" w:hAnsi="Arial" w:cs="Arial"/>
      <w:b/>
      <w:bCs/>
      <w:color w:val="99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dRagon\Desktop\BLUE%20LAYOUTS%20WORKING\23%20DEC%20WORKING\New%20folder\Black%20White%20CD-DVD%20Labe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Black White CD-DVD Label.dot</Template>
  <TotalTime>2</TotalTime>
  <Pages>1</Pages>
  <Words>3</Words>
  <Characters>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KMT</vt:lpstr>
    </vt:vector>
  </TitlesOfParts>
  <Company>KMT Software, Inc.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Black White CD-DVD Label</dc:title>
  <dc:subject>Black White CD-DVD Label</dc:subject>
  <dc:creator>RedRagon</dc:creator>
  <cp:keywords>CD Compact disc label labels DVD tag sticker ticket corporate cover identity envelope entity package</cp:keywords>
  <dc:description>Use this template to create a designer label for your CD or DVD. Insert necessary information in a flash.</dc:description>
  <cp:lastModifiedBy>QM22019</cp:lastModifiedBy>
  <cp:revision>4</cp:revision>
  <dcterms:created xsi:type="dcterms:W3CDTF">2023-12-23T13:02:00Z</dcterms:created>
  <dcterms:modified xsi:type="dcterms:W3CDTF">2023-12-23T13:04:00Z</dcterms:modified>
  <cp:category>Stationery Labels &amp; Cards\CD-DVD Labels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2</vt:lpwstr>
  </property>
  <property fmtid="{D5CDD505-2E9C-101B-9397-08002B2CF9AE}" pid="5" name="TemplateCategory">
    <vt:lpwstr/>
  </property>
  <property fmtid="{D5CDD505-2E9C-101B-9397-08002B2CF9AE}" pid="6" name="GrammarlyDocumentId">
    <vt:lpwstr>a93d9f33-350b-42c5-9836-01372280a2f5</vt:lpwstr>
  </property>
</Properties>
</file>